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CAEAB" w14:textId="77777777" w:rsidR="00693F89" w:rsidRPr="00FC7DB3" w:rsidRDefault="00693F89" w:rsidP="00693F89">
      <w:pPr>
        <w:pStyle w:val="20"/>
        <w:shd w:val="clear" w:color="auto" w:fill="auto"/>
        <w:spacing w:after="0" w:line="360" w:lineRule="auto"/>
        <w:ind w:left="3968" w:firstLine="28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14:paraId="740597C1" w14:textId="519050A7" w:rsidR="002A6B66" w:rsidRPr="00FC7DB3" w:rsidRDefault="002A6B66" w:rsidP="002A6B66">
      <w:pPr>
        <w:ind w:left="9936" w:firstLine="0"/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 xml:space="preserve">Príloha č. </w:t>
      </w:r>
      <w:r w:rsidR="003D72AA">
        <w:rPr>
          <w:rFonts w:asciiTheme="minorHAnsi" w:hAnsiTheme="minorHAnsi" w:cstheme="minorHAnsi"/>
          <w:sz w:val="24"/>
          <w:szCs w:val="24"/>
        </w:rPr>
        <w:t>4</w:t>
      </w:r>
      <w:r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="004C354F">
        <w:rPr>
          <w:rFonts w:asciiTheme="minorHAnsi" w:hAnsiTheme="minorHAnsi" w:cstheme="minorHAnsi"/>
          <w:sz w:val="24"/>
          <w:szCs w:val="24"/>
        </w:rPr>
        <w:t>Z</w:t>
      </w:r>
      <w:r w:rsidRPr="00FC7DB3">
        <w:rPr>
          <w:rFonts w:asciiTheme="minorHAnsi" w:hAnsiTheme="minorHAnsi" w:cstheme="minorHAnsi"/>
          <w:sz w:val="24"/>
          <w:szCs w:val="24"/>
        </w:rPr>
        <w:t xml:space="preserve">mluvy č. </w:t>
      </w:r>
      <w:r w:rsidR="0052522D">
        <w:rPr>
          <w:rFonts w:asciiTheme="minorHAnsi" w:hAnsiTheme="minorHAnsi" w:cstheme="minorHAnsi"/>
          <w:sz w:val="24"/>
          <w:szCs w:val="24"/>
        </w:rPr>
        <w:t>...........</w:t>
      </w:r>
      <w:r w:rsidR="00931A11">
        <w:rPr>
          <w:rFonts w:asciiTheme="minorHAnsi" w:hAnsiTheme="minorHAnsi" w:cstheme="minorHAnsi"/>
          <w:sz w:val="24"/>
          <w:szCs w:val="24"/>
        </w:rPr>
        <w:t>/</w:t>
      </w:r>
      <w:r w:rsidR="00FD19B3">
        <w:rPr>
          <w:rFonts w:asciiTheme="minorHAnsi" w:hAnsiTheme="minorHAnsi" w:cstheme="minorHAnsi"/>
          <w:sz w:val="24"/>
          <w:szCs w:val="24"/>
        </w:rPr>
        <w:t>.........</w:t>
      </w:r>
      <w:r w:rsidR="00931A11">
        <w:rPr>
          <w:rFonts w:asciiTheme="minorHAnsi" w:hAnsiTheme="minorHAnsi" w:cstheme="minorHAnsi"/>
          <w:sz w:val="24"/>
          <w:szCs w:val="24"/>
        </w:rPr>
        <w:t>/</w:t>
      </w:r>
      <w:r w:rsidR="0052522D">
        <w:rPr>
          <w:rFonts w:asciiTheme="minorHAnsi" w:hAnsiTheme="minorHAnsi" w:cstheme="minorHAnsi"/>
          <w:sz w:val="24"/>
          <w:szCs w:val="24"/>
        </w:rPr>
        <w:t>...........</w:t>
      </w:r>
    </w:p>
    <w:p w14:paraId="159BCBD0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4E6B86A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3D89C7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C7DB3">
        <w:rPr>
          <w:rFonts w:asciiTheme="minorHAnsi" w:hAnsiTheme="minorHAnsi" w:cstheme="minorHAnsi"/>
          <w:b/>
          <w:sz w:val="24"/>
          <w:szCs w:val="24"/>
        </w:rPr>
        <w:t>Zoznam subdodávateľov</w:t>
      </w:r>
    </w:p>
    <w:p w14:paraId="3DDB9E3D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23"/>
        <w:gridCol w:w="2948"/>
        <w:gridCol w:w="4107"/>
        <w:gridCol w:w="4366"/>
        <w:gridCol w:w="2006"/>
      </w:tblGrid>
      <w:tr w:rsidR="002A6B66" w:rsidRPr="00FC7DB3" w14:paraId="1808EB76" w14:textId="77777777" w:rsidTr="00422827">
        <w:tc>
          <w:tcPr>
            <w:tcW w:w="623" w:type="dxa"/>
          </w:tcPr>
          <w:p w14:paraId="2D52693F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Por. č.</w:t>
            </w:r>
          </w:p>
        </w:tc>
        <w:tc>
          <w:tcPr>
            <w:tcW w:w="2948" w:type="dxa"/>
          </w:tcPr>
          <w:p w14:paraId="4D9C5C9E" w14:textId="6135BEB3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Názov a sídlo subdodávateľa, IČO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>, DIČ, IČ DPH</w:t>
            </w:r>
          </w:p>
        </w:tc>
        <w:tc>
          <w:tcPr>
            <w:tcW w:w="4107" w:type="dxa"/>
          </w:tcPr>
          <w:p w14:paraId="029A0539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Údaje o osobe oprávnenej konať za subdodávateľa (meno a priezvisko, adresa pobytu, dátum narodenia)</w:t>
            </w:r>
          </w:p>
        </w:tc>
        <w:tc>
          <w:tcPr>
            <w:tcW w:w="4366" w:type="dxa"/>
          </w:tcPr>
          <w:p w14:paraId="69C71DCB" w14:textId="236CEAB1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 xml:space="preserve">Predmet 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>subdodávky</w:t>
            </w:r>
          </w:p>
        </w:tc>
        <w:tc>
          <w:tcPr>
            <w:tcW w:w="2006" w:type="dxa"/>
          </w:tcPr>
          <w:p w14:paraId="16CED688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Podiel na celkovom objeme dodávky (%)</w:t>
            </w:r>
          </w:p>
        </w:tc>
      </w:tr>
      <w:tr w:rsidR="002A6B66" w:rsidRPr="00FC7DB3" w14:paraId="0A0772FB" w14:textId="77777777" w:rsidTr="00422827">
        <w:tc>
          <w:tcPr>
            <w:tcW w:w="623" w:type="dxa"/>
          </w:tcPr>
          <w:p w14:paraId="293DCF5B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348A67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5526AC8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47B5583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1306E18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03B4F367" w14:textId="77777777" w:rsidTr="00422827">
        <w:tc>
          <w:tcPr>
            <w:tcW w:w="623" w:type="dxa"/>
          </w:tcPr>
          <w:p w14:paraId="5AD2C6B9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31E823E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247778F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668598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C402414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1EFA2CDC" w14:textId="77777777" w:rsidTr="00422827">
        <w:tc>
          <w:tcPr>
            <w:tcW w:w="623" w:type="dxa"/>
          </w:tcPr>
          <w:p w14:paraId="4FEA6B9E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F2F64E3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083E462A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581669B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EE33F24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4B2221A7" w14:textId="77777777" w:rsidTr="00422827">
        <w:tc>
          <w:tcPr>
            <w:tcW w:w="623" w:type="dxa"/>
          </w:tcPr>
          <w:p w14:paraId="7E97B33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1CC3F14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240CA4B0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416B0A2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582EF46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72A087A0" w14:textId="77777777" w:rsidTr="00422827">
        <w:tc>
          <w:tcPr>
            <w:tcW w:w="623" w:type="dxa"/>
          </w:tcPr>
          <w:p w14:paraId="7771D99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5B61C9F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1674EFC8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F1F945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198A886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37FF0A6" w14:textId="77777777" w:rsidR="002A6B66" w:rsidRPr="00FC7DB3" w:rsidRDefault="002A6B66" w:rsidP="002A6B66">
      <w:pPr>
        <w:rPr>
          <w:rFonts w:asciiTheme="minorHAnsi" w:hAnsiTheme="minorHAnsi" w:cstheme="minorHAnsi"/>
          <w:sz w:val="24"/>
          <w:szCs w:val="24"/>
        </w:rPr>
      </w:pPr>
    </w:p>
    <w:p w14:paraId="2E3FDCF5" w14:textId="44709377" w:rsidR="002A6B66" w:rsidRPr="00FC7DB3" w:rsidRDefault="0094496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* ak sa nehodí</w:t>
      </w:r>
      <w:r w:rsidR="00FC7DB3" w:rsidRPr="00FC7DB3">
        <w:rPr>
          <w:rFonts w:asciiTheme="minorHAnsi" w:hAnsiTheme="minorHAnsi" w:cstheme="minorHAnsi"/>
          <w:sz w:val="24"/>
          <w:szCs w:val="24"/>
        </w:rPr>
        <w:t>,</w:t>
      </w:r>
      <w:r w:rsidRPr="00FC7DB3">
        <w:rPr>
          <w:rFonts w:asciiTheme="minorHAnsi" w:hAnsiTheme="minorHAnsi" w:cstheme="minorHAnsi"/>
          <w:sz w:val="24"/>
          <w:szCs w:val="24"/>
        </w:rPr>
        <w:t xml:space="preserve"> prečiarknite</w:t>
      </w:r>
      <w:r w:rsidR="00472E96"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="00FC7DB3" w:rsidRPr="00FC7DB3">
        <w:rPr>
          <w:rFonts w:asciiTheme="minorHAnsi" w:hAnsiTheme="minorHAnsi" w:cstheme="minorHAnsi"/>
          <w:sz w:val="24"/>
          <w:szCs w:val="24"/>
        </w:rPr>
        <w:t xml:space="preserve">tabuľku alebo </w:t>
      </w:r>
      <w:r w:rsidR="00472E96" w:rsidRPr="00FC7DB3">
        <w:rPr>
          <w:rFonts w:asciiTheme="minorHAnsi" w:hAnsiTheme="minorHAnsi" w:cstheme="minorHAnsi"/>
          <w:sz w:val="24"/>
          <w:szCs w:val="24"/>
        </w:rPr>
        <w:t>text</w:t>
      </w:r>
      <w:r w:rsidRPr="00FC7DB3">
        <w:rPr>
          <w:rFonts w:asciiTheme="minorHAnsi" w:hAnsiTheme="minorHAnsi" w:cstheme="minorHAnsi"/>
          <w:sz w:val="24"/>
          <w:szCs w:val="24"/>
        </w:rPr>
        <w:t>:</w:t>
      </w:r>
    </w:p>
    <w:p w14:paraId="6AB50CD4" w14:textId="77777777" w:rsidR="00FC7DB3" w:rsidRPr="00FC7DB3" w:rsidRDefault="00FC7DB3" w:rsidP="002A6B66">
      <w:pPr>
        <w:rPr>
          <w:rFonts w:asciiTheme="minorHAnsi" w:hAnsiTheme="minorHAnsi" w:cstheme="minorHAnsi"/>
          <w:sz w:val="24"/>
          <w:szCs w:val="24"/>
        </w:rPr>
      </w:pPr>
    </w:p>
    <w:p w14:paraId="630C75DF" w14:textId="0FB096D3" w:rsidR="002A6B66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 xml:space="preserve">Čestne vyhlasujeme, že pri realizácii predmetnej zákazky nebudeme využívať kapacity subdodávateľov. V prípade zmeny budeme o subdodávateľoch informovať </w:t>
      </w:r>
      <w:r w:rsidR="00A73FC5" w:rsidRPr="00FC7DB3">
        <w:rPr>
          <w:rFonts w:asciiTheme="minorHAnsi" w:hAnsiTheme="minorHAnsi" w:cstheme="minorHAnsi"/>
          <w:sz w:val="24"/>
          <w:szCs w:val="24"/>
        </w:rPr>
        <w:t>kupujúceho</w:t>
      </w:r>
      <w:r w:rsidRPr="00FC7DB3">
        <w:rPr>
          <w:rFonts w:asciiTheme="minorHAnsi" w:hAnsiTheme="minorHAnsi" w:cstheme="minorHAnsi"/>
          <w:sz w:val="24"/>
          <w:szCs w:val="24"/>
        </w:rPr>
        <w:t xml:space="preserve"> v zmysle príslušných ustanovení </w:t>
      </w:r>
      <w:r w:rsidR="00A73FC5" w:rsidRPr="00FC7DB3">
        <w:rPr>
          <w:rFonts w:asciiTheme="minorHAnsi" w:hAnsiTheme="minorHAnsi" w:cstheme="minorHAnsi"/>
          <w:sz w:val="24"/>
          <w:szCs w:val="24"/>
        </w:rPr>
        <w:t xml:space="preserve">kúpnej </w:t>
      </w:r>
      <w:r w:rsidRPr="00FC7DB3">
        <w:rPr>
          <w:rFonts w:asciiTheme="minorHAnsi" w:hAnsiTheme="minorHAnsi" w:cstheme="minorHAnsi"/>
          <w:sz w:val="24"/>
          <w:szCs w:val="24"/>
        </w:rPr>
        <w:t>zmluvy.</w:t>
      </w:r>
    </w:p>
    <w:p w14:paraId="7012E82A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206192A3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5A4348F6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V ...............................,</w:t>
      </w:r>
      <w:r w:rsidR="00910A89"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Pr="00FC7DB3">
        <w:rPr>
          <w:rFonts w:asciiTheme="minorHAnsi" w:hAnsiTheme="minorHAnsi" w:cstheme="minorHAnsi"/>
          <w:sz w:val="24"/>
          <w:szCs w:val="24"/>
        </w:rPr>
        <w:t>dňa ..............................</w:t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6252E5B9" w14:textId="3EA5E96D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  <w:t xml:space="preserve">            </w:t>
      </w:r>
      <w:r w:rsidRPr="00FC7DB3">
        <w:rPr>
          <w:rFonts w:asciiTheme="minorHAnsi" w:hAnsiTheme="minorHAnsi" w:cstheme="minorHAnsi"/>
          <w:sz w:val="24"/>
          <w:szCs w:val="24"/>
        </w:rPr>
        <w:t>.............................................</w:t>
      </w:r>
    </w:p>
    <w:p w14:paraId="2143DAAD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  <w:t>meno a priezvisko štatutára</w:t>
      </w:r>
    </w:p>
    <w:p w14:paraId="4328EAFA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  <w:t xml:space="preserve">           podpis a pečiatka spoločnosti</w:t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05C641EF" w14:textId="77777777" w:rsidR="00FA1DFB" w:rsidRPr="00FC7DB3" w:rsidRDefault="00FA1DFB" w:rsidP="007F6A8F">
      <w:pPr>
        <w:pStyle w:val="Odsekzoznamu"/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auto"/>
          <w:sz w:val="24"/>
          <w:szCs w:val="24"/>
        </w:rPr>
      </w:pPr>
    </w:p>
    <w:sectPr w:rsidR="00FA1DFB" w:rsidRPr="00FC7DB3" w:rsidSect="002A6B66">
      <w:pgSz w:w="16838" w:h="11906" w:orient="landscape" w:code="9"/>
      <w:pgMar w:top="1418" w:right="1531" w:bottom="1134" w:left="1247" w:header="851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659BD" w14:textId="77777777" w:rsidR="00DC3406" w:rsidRDefault="00DC3406">
      <w:pPr>
        <w:spacing w:after="0" w:line="240" w:lineRule="auto"/>
      </w:pPr>
      <w:r>
        <w:separator/>
      </w:r>
    </w:p>
  </w:endnote>
  <w:endnote w:type="continuationSeparator" w:id="0">
    <w:p w14:paraId="39D1D6E9" w14:textId="77777777" w:rsidR="00DC3406" w:rsidRDefault="00DC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7815A" w14:textId="77777777" w:rsidR="00DC3406" w:rsidRDefault="00DC3406">
      <w:pPr>
        <w:spacing w:after="0" w:line="240" w:lineRule="auto"/>
      </w:pPr>
      <w:r>
        <w:separator/>
      </w:r>
    </w:p>
  </w:footnote>
  <w:footnote w:type="continuationSeparator" w:id="0">
    <w:p w14:paraId="6E514F33" w14:textId="77777777" w:rsidR="00DC3406" w:rsidRDefault="00DC3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C5822"/>
    <w:multiLevelType w:val="hybridMultilevel"/>
    <w:tmpl w:val="AEAC91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33C48"/>
    <w:multiLevelType w:val="hybridMultilevel"/>
    <w:tmpl w:val="6234EEB2"/>
    <w:lvl w:ilvl="0" w:tplc="F7C28622">
      <w:numFmt w:val="bullet"/>
      <w:lvlText w:val=""/>
      <w:lvlJc w:val="left"/>
      <w:pPr>
        <w:ind w:left="502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DF34926"/>
    <w:multiLevelType w:val="hybridMultilevel"/>
    <w:tmpl w:val="0CF21678"/>
    <w:lvl w:ilvl="0" w:tplc="E0B65C58">
      <w:start w:val="82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722D5"/>
    <w:multiLevelType w:val="hybridMultilevel"/>
    <w:tmpl w:val="1FB2684E"/>
    <w:lvl w:ilvl="0" w:tplc="0EA41C3A">
      <w:numFmt w:val="bullet"/>
      <w:lvlText w:val=""/>
      <w:lvlJc w:val="left"/>
      <w:pPr>
        <w:ind w:left="107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14D861AE"/>
    <w:multiLevelType w:val="hybridMultilevel"/>
    <w:tmpl w:val="533A4928"/>
    <w:lvl w:ilvl="0" w:tplc="040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5D54DDF"/>
    <w:multiLevelType w:val="multilevel"/>
    <w:tmpl w:val="4BF8DFC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695DDB"/>
    <w:multiLevelType w:val="hybridMultilevel"/>
    <w:tmpl w:val="8F726D16"/>
    <w:lvl w:ilvl="0" w:tplc="0BB454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E304B"/>
    <w:multiLevelType w:val="hybridMultilevel"/>
    <w:tmpl w:val="56823D3E"/>
    <w:lvl w:ilvl="0" w:tplc="848A1008">
      <w:numFmt w:val="bullet"/>
      <w:lvlText w:val="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619646">
    <w:abstractNumId w:val="1"/>
  </w:num>
  <w:num w:numId="2" w16cid:durableId="1580214348">
    <w:abstractNumId w:val="7"/>
  </w:num>
  <w:num w:numId="3" w16cid:durableId="1488521775">
    <w:abstractNumId w:val="3"/>
  </w:num>
  <w:num w:numId="4" w16cid:durableId="1712076516">
    <w:abstractNumId w:val="4"/>
  </w:num>
  <w:num w:numId="5" w16cid:durableId="492188434">
    <w:abstractNumId w:val="0"/>
  </w:num>
  <w:num w:numId="6" w16cid:durableId="824780885">
    <w:abstractNumId w:val="2"/>
  </w:num>
  <w:num w:numId="7" w16cid:durableId="444230381">
    <w:abstractNumId w:val="5"/>
  </w:num>
  <w:num w:numId="8" w16cid:durableId="2922944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documentProtection w:edit="forms" w:enforcement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03D"/>
    <w:rsid w:val="000075B1"/>
    <w:rsid w:val="00035213"/>
    <w:rsid w:val="00035D05"/>
    <w:rsid w:val="00046E86"/>
    <w:rsid w:val="00052265"/>
    <w:rsid w:val="000602DC"/>
    <w:rsid w:val="00062ABF"/>
    <w:rsid w:val="00082B34"/>
    <w:rsid w:val="000A0623"/>
    <w:rsid w:val="000B1C10"/>
    <w:rsid w:val="000B6C96"/>
    <w:rsid w:val="000C10AD"/>
    <w:rsid w:val="000D3D0F"/>
    <w:rsid w:val="000D51E1"/>
    <w:rsid w:val="000F53F0"/>
    <w:rsid w:val="000F5A86"/>
    <w:rsid w:val="000F70CB"/>
    <w:rsid w:val="0010430C"/>
    <w:rsid w:val="00123784"/>
    <w:rsid w:val="00124A7F"/>
    <w:rsid w:val="0013165F"/>
    <w:rsid w:val="0015392C"/>
    <w:rsid w:val="00170F5C"/>
    <w:rsid w:val="00182C5F"/>
    <w:rsid w:val="001B41F5"/>
    <w:rsid w:val="001C01A3"/>
    <w:rsid w:val="001C0A0B"/>
    <w:rsid w:val="001E039B"/>
    <w:rsid w:val="001E38C2"/>
    <w:rsid w:val="001E74A6"/>
    <w:rsid w:val="002133D3"/>
    <w:rsid w:val="00213EFC"/>
    <w:rsid w:val="002164BF"/>
    <w:rsid w:val="0022260A"/>
    <w:rsid w:val="00240159"/>
    <w:rsid w:val="00247904"/>
    <w:rsid w:val="00252B9D"/>
    <w:rsid w:val="00264FCF"/>
    <w:rsid w:val="00271164"/>
    <w:rsid w:val="002A6B66"/>
    <w:rsid w:val="002C0DD2"/>
    <w:rsid w:val="002D4BF4"/>
    <w:rsid w:val="00303285"/>
    <w:rsid w:val="00307DE1"/>
    <w:rsid w:val="00314133"/>
    <w:rsid w:val="003143DF"/>
    <w:rsid w:val="003156B0"/>
    <w:rsid w:val="003179CA"/>
    <w:rsid w:val="00331D68"/>
    <w:rsid w:val="0035541F"/>
    <w:rsid w:val="0037050C"/>
    <w:rsid w:val="00387086"/>
    <w:rsid w:val="003A3CB9"/>
    <w:rsid w:val="003B1F8D"/>
    <w:rsid w:val="003C0207"/>
    <w:rsid w:val="003C2179"/>
    <w:rsid w:val="003D72AA"/>
    <w:rsid w:val="003E495E"/>
    <w:rsid w:val="00400381"/>
    <w:rsid w:val="00411FBC"/>
    <w:rsid w:val="00422827"/>
    <w:rsid w:val="0043015A"/>
    <w:rsid w:val="00432141"/>
    <w:rsid w:val="00472E96"/>
    <w:rsid w:val="00476C03"/>
    <w:rsid w:val="00477814"/>
    <w:rsid w:val="00490C15"/>
    <w:rsid w:val="00491094"/>
    <w:rsid w:val="00496775"/>
    <w:rsid w:val="004B2911"/>
    <w:rsid w:val="004C354F"/>
    <w:rsid w:val="004C456E"/>
    <w:rsid w:val="004D2062"/>
    <w:rsid w:val="004D3725"/>
    <w:rsid w:val="004E2BDA"/>
    <w:rsid w:val="004E3B7E"/>
    <w:rsid w:val="004F16DA"/>
    <w:rsid w:val="0052220F"/>
    <w:rsid w:val="00522E2A"/>
    <w:rsid w:val="0052522D"/>
    <w:rsid w:val="00526B0F"/>
    <w:rsid w:val="0053107A"/>
    <w:rsid w:val="00554002"/>
    <w:rsid w:val="00561CA6"/>
    <w:rsid w:val="00587777"/>
    <w:rsid w:val="00591E0E"/>
    <w:rsid w:val="00591F0B"/>
    <w:rsid w:val="005A3091"/>
    <w:rsid w:val="005A5A93"/>
    <w:rsid w:val="005B5944"/>
    <w:rsid w:val="005D06AD"/>
    <w:rsid w:val="005F607C"/>
    <w:rsid w:val="005F7FDB"/>
    <w:rsid w:val="00645125"/>
    <w:rsid w:val="00651821"/>
    <w:rsid w:val="0065286A"/>
    <w:rsid w:val="00652A07"/>
    <w:rsid w:val="00652E99"/>
    <w:rsid w:val="0065749E"/>
    <w:rsid w:val="0068347B"/>
    <w:rsid w:val="00693F89"/>
    <w:rsid w:val="00696C70"/>
    <w:rsid w:val="006A5A86"/>
    <w:rsid w:val="006C2FBF"/>
    <w:rsid w:val="006D3F9E"/>
    <w:rsid w:val="006D7D2E"/>
    <w:rsid w:val="006E516A"/>
    <w:rsid w:val="00702848"/>
    <w:rsid w:val="00707851"/>
    <w:rsid w:val="00725AFB"/>
    <w:rsid w:val="00726C87"/>
    <w:rsid w:val="0074533D"/>
    <w:rsid w:val="007467D7"/>
    <w:rsid w:val="00771B67"/>
    <w:rsid w:val="007C5C19"/>
    <w:rsid w:val="007F6A8F"/>
    <w:rsid w:val="008524C1"/>
    <w:rsid w:val="008549D4"/>
    <w:rsid w:val="00856080"/>
    <w:rsid w:val="008835A5"/>
    <w:rsid w:val="008A45E8"/>
    <w:rsid w:val="008B4956"/>
    <w:rsid w:val="008C0CA2"/>
    <w:rsid w:val="008C129C"/>
    <w:rsid w:val="008E59BA"/>
    <w:rsid w:val="008F0A2E"/>
    <w:rsid w:val="008F538B"/>
    <w:rsid w:val="00906381"/>
    <w:rsid w:val="00910A89"/>
    <w:rsid w:val="009128E0"/>
    <w:rsid w:val="009134DB"/>
    <w:rsid w:val="00920C01"/>
    <w:rsid w:val="009211CD"/>
    <w:rsid w:val="009259D7"/>
    <w:rsid w:val="00926E42"/>
    <w:rsid w:val="00931A11"/>
    <w:rsid w:val="009331D9"/>
    <w:rsid w:val="00944969"/>
    <w:rsid w:val="0096341C"/>
    <w:rsid w:val="00975417"/>
    <w:rsid w:val="00983F6B"/>
    <w:rsid w:val="009B0959"/>
    <w:rsid w:val="009C6817"/>
    <w:rsid w:val="009D2FB9"/>
    <w:rsid w:val="009F75F6"/>
    <w:rsid w:val="00A41BFD"/>
    <w:rsid w:val="00A73FC5"/>
    <w:rsid w:val="00AA3FC8"/>
    <w:rsid w:val="00AA6866"/>
    <w:rsid w:val="00AB3078"/>
    <w:rsid w:val="00B00761"/>
    <w:rsid w:val="00B07BBB"/>
    <w:rsid w:val="00B21305"/>
    <w:rsid w:val="00B245C9"/>
    <w:rsid w:val="00B41877"/>
    <w:rsid w:val="00B61173"/>
    <w:rsid w:val="00B6752D"/>
    <w:rsid w:val="00B90BA8"/>
    <w:rsid w:val="00BA450E"/>
    <w:rsid w:val="00BB45E6"/>
    <w:rsid w:val="00BB5F3B"/>
    <w:rsid w:val="00BD7768"/>
    <w:rsid w:val="00BE422F"/>
    <w:rsid w:val="00BE67DD"/>
    <w:rsid w:val="00C14CD2"/>
    <w:rsid w:val="00C30A09"/>
    <w:rsid w:val="00C365B5"/>
    <w:rsid w:val="00C36BBB"/>
    <w:rsid w:val="00C376FF"/>
    <w:rsid w:val="00C51063"/>
    <w:rsid w:val="00CA2DFD"/>
    <w:rsid w:val="00CA4718"/>
    <w:rsid w:val="00CB5AD8"/>
    <w:rsid w:val="00CE1DDC"/>
    <w:rsid w:val="00CE5885"/>
    <w:rsid w:val="00CE738B"/>
    <w:rsid w:val="00CE786C"/>
    <w:rsid w:val="00CF431E"/>
    <w:rsid w:val="00D02177"/>
    <w:rsid w:val="00D3054B"/>
    <w:rsid w:val="00D430CD"/>
    <w:rsid w:val="00D439D6"/>
    <w:rsid w:val="00D53C92"/>
    <w:rsid w:val="00D85B9E"/>
    <w:rsid w:val="00DC3406"/>
    <w:rsid w:val="00DD003D"/>
    <w:rsid w:val="00DE3B03"/>
    <w:rsid w:val="00DE46F7"/>
    <w:rsid w:val="00DE5F15"/>
    <w:rsid w:val="00DF2AE0"/>
    <w:rsid w:val="00DF4861"/>
    <w:rsid w:val="00E14B42"/>
    <w:rsid w:val="00E30A2E"/>
    <w:rsid w:val="00E426D3"/>
    <w:rsid w:val="00E47236"/>
    <w:rsid w:val="00E54DE6"/>
    <w:rsid w:val="00E6700F"/>
    <w:rsid w:val="00E7044F"/>
    <w:rsid w:val="00E8364C"/>
    <w:rsid w:val="00E90D2F"/>
    <w:rsid w:val="00EA0CFB"/>
    <w:rsid w:val="00EA5FA1"/>
    <w:rsid w:val="00EB0535"/>
    <w:rsid w:val="00EB6CC3"/>
    <w:rsid w:val="00F16623"/>
    <w:rsid w:val="00F2269F"/>
    <w:rsid w:val="00F358C6"/>
    <w:rsid w:val="00F44DF2"/>
    <w:rsid w:val="00F46D16"/>
    <w:rsid w:val="00F51B6E"/>
    <w:rsid w:val="00F66860"/>
    <w:rsid w:val="00F67766"/>
    <w:rsid w:val="00F814D5"/>
    <w:rsid w:val="00F92E72"/>
    <w:rsid w:val="00FA1DFB"/>
    <w:rsid w:val="00FB23BE"/>
    <w:rsid w:val="00FC7DB3"/>
    <w:rsid w:val="00FD19B3"/>
    <w:rsid w:val="00FD5918"/>
    <w:rsid w:val="00FE129B"/>
    <w:rsid w:val="00FE3D62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84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9" w:line="239" w:lineRule="auto"/>
      <w:ind w:left="10" w:hanging="10"/>
      <w:jc w:val="both"/>
    </w:pPr>
    <w:rPr>
      <w:rFonts w:eastAsia="Calibri" w:cs="Calibri"/>
      <w:color w:val="181717"/>
      <w:sz w:val="22"/>
      <w:szCs w:val="22"/>
    </w:rPr>
  </w:style>
  <w:style w:type="paragraph" w:styleId="Nadpis2">
    <w:name w:val="heading 2"/>
    <w:basedOn w:val="Normlny"/>
    <w:next w:val="Normlny"/>
    <w:link w:val="Nadpis2Char"/>
    <w:qFormat/>
    <w:rsid w:val="00B21305"/>
    <w:pPr>
      <w:keepNext/>
      <w:autoSpaceDE w:val="0"/>
      <w:autoSpaceDN w:val="0"/>
      <w:spacing w:after="0" w:line="240" w:lineRule="auto"/>
      <w:ind w:left="0" w:firstLine="0"/>
      <w:jc w:val="center"/>
      <w:outlineLvl w:val="1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BD7768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D7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rsid w:val="00BD7768"/>
    <w:rPr>
      <w:rFonts w:ascii="Calibri" w:eastAsia="Calibri" w:hAnsi="Calibri" w:cs="Calibri"/>
      <w:color w:val="181717"/>
    </w:rPr>
  </w:style>
  <w:style w:type="paragraph" w:styleId="Pta">
    <w:name w:val="footer"/>
    <w:basedOn w:val="Normlny"/>
    <w:link w:val="PtaChar"/>
    <w:uiPriority w:val="99"/>
    <w:unhideWhenUsed/>
    <w:rsid w:val="00BE6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rsid w:val="00BE67DD"/>
    <w:rPr>
      <w:rFonts w:ascii="Calibri" w:eastAsia="Calibri" w:hAnsi="Calibri" w:cs="Calibri"/>
      <w:color w:val="181717"/>
    </w:rPr>
  </w:style>
  <w:style w:type="character" w:styleId="Vrazn">
    <w:name w:val="Strong"/>
    <w:uiPriority w:val="22"/>
    <w:qFormat/>
    <w:rsid w:val="000602DC"/>
    <w:rPr>
      <w:b/>
      <w:bCs/>
    </w:rPr>
  </w:style>
  <w:style w:type="character" w:customStyle="1" w:styleId="data">
    <w:name w:val="data"/>
    <w:basedOn w:val="Predvolenpsmoodseku"/>
    <w:rsid w:val="000602DC"/>
  </w:style>
  <w:style w:type="character" w:customStyle="1" w:styleId="Nadpis2Char">
    <w:name w:val="Nadpis 2 Char"/>
    <w:link w:val="Nadpis2"/>
    <w:rsid w:val="00B21305"/>
    <w:rPr>
      <w:rFonts w:ascii="Arial" w:hAnsi="Arial"/>
      <w:b/>
      <w:bCs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rsid w:val="00B21305"/>
    <w:pPr>
      <w:autoSpaceDE w:val="0"/>
      <w:autoSpaceDN w:val="0"/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B21305"/>
    <w:rPr>
      <w:rFonts w:ascii="Times New Roman" w:hAnsi="Times New Roman"/>
      <w:lang w:val="x-none" w:eastAsia="x-none"/>
    </w:rPr>
  </w:style>
  <w:style w:type="paragraph" w:styleId="Nzov">
    <w:name w:val="Title"/>
    <w:basedOn w:val="Normlny"/>
    <w:link w:val="NzovChar"/>
    <w:qFormat/>
    <w:rsid w:val="00B21305"/>
    <w:pPr>
      <w:autoSpaceDE w:val="0"/>
      <w:autoSpaceDN w:val="0"/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 w:eastAsia="x-none"/>
    </w:rPr>
  </w:style>
  <w:style w:type="character" w:customStyle="1" w:styleId="NzovChar">
    <w:name w:val="Názov Char"/>
    <w:link w:val="Nzov"/>
    <w:rsid w:val="00B21305"/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Odsekzoznamu">
    <w:name w:val="List Paragraph"/>
    <w:basedOn w:val="Normlny"/>
    <w:uiPriority w:val="34"/>
    <w:qFormat/>
    <w:rsid w:val="00B21305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4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43DF"/>
    <w:rPr>
      <w:rFonts w:ascii="Segoe UI" w:eastAsia="Calibri" w:hAnsi="Segoe UI" w:cs="Segoe UI"/>
      <w:color w:val="181717"/>
      <w:sz w:val="18"/>
      <w:szCs w:val="18"/>
    </w:rPr>
  </w:style>
  <w:style w:type="character" w:customStyle="1" w:styleId="2">
    <w:name w:val="Основной текст (2)_"/>
    <w:basedOn w:val="Predvolenpsmoodseku"/>
    <w:link w:val="20"/>
    <w:rsid w:val="00693F89"/>
    <w:rPr>
      <w:rFonts w:ascii="Verdana" w:eastAsia="Verdana" w:hAnsi="Verdana" w:cs="Verdana"/>
      <w:i/>
      <w:iCs/>
      <w:spacing w:val="-20"/>
      <w:sz w:val="21"/>
      <w:szCs w:val="21"/>
      <w:shd w:val="clear" w:color="auto" w:fill="FFFFFF"/>
    </w:rPr>
  </w:style>
  <w:style w:type="character" w:customStyle="1" w:styleId="a">
    <w:name w:val="Основной текст_"/>
    <w:basedOn w:val="Predvolenpsmoodseku"/>
    <w:link w:val="1"/>
    <w:rsid w:val="00693F89"/>
    <w:rPr>
      <w:rFonts w:ascii="Verdana" w:eastAsia="Verdana" w:hAnsi="Verdana" w:cs="Verdana"/>
      <w:shd w:val="clear" w:color="auto" w:fill="FFFFFF"/>
    </w:rPr>
  </w:style>
  <w:style w:type="paragraph" w:customStyle="1" w:styleId="1">
    <w:name w:val="Основной текст1"/>
    <w:basedOn w:val="Normlny"/>
    <w:link w:val="a"/>
    <w:rsid w:val="00693F89"/>
    <w:pPr>
      <w:widowControl w:val="0"/>
      <w:shd w:val="clear" w:color="auto" w:fill="FFFFFF"/>
      <w:spacing w:before="780" w:after="1320" w:line="0" w:lineRule="atLeast"/>
      <w:ind w:left="0" w:hanging="300"/>
    </w:pPr>
    <w:rPr>
      <w:rFonts w:ascii="Verdana" w:eastAsia="Verdana" w:hAnsi="Verdana" w:cs="Verdana"/>
      <w:color w:val="auto"/>
      <w:sz w:val="20"/>
      <w:szCs w:val="20"/>
    </w:rPr>
  </w:style>
  <w:style w:type="paragraph" w:customStyle="1" w:styleId="20">
    <w:name w:val="Основной текст (2)"/>
    <w:basedOn w:val="Normlny"/>
    <w:link w:val="2"/>
    <w:rsid w:val="00693F89"/>
    <w:pPr>
      <w:widowControl w:val="0"/>
      <w:shd w:val="clear" w:color="auto" w:fill="FFFFFF"/>
      <w:spacing w:after="780" w:line="662" w:lineRule="exact"/>
      <w:ind w:left="0" w:firstLine="0"/>
      <w:jc w:val="right"/>
    </w:pPr>
    <w:rPr>
      <w:rFonts w:ascii="Verdana" w:eastAsia="Verdana" w:hAnsi="Verdana" w:cs="Verdana"/>
      <w:i/>
      <w:iCs/>
      <w:color w:val="auto"/>
      <w:spacing w:val="-20"/>
      <w:sz w:val="21"/>
      <w:szCs w:val="21"/>
    </w:rPr>
  </w:style>
  <w:style w:type="table" w:styleId="Mriekatabuky">
    <w:name w:val="Table Grid"/>
    <w:basedOn w:val="Normlnatabuka"/>
    <w:uiPriority w:val="39"/>
    <w:rsid w:val="002A6B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obbova\Documents\hlavi&#269;kov&#253;%20papier%20Rektor&#225;t%20UMB\hlavi&#269;kov&#253;%20papier%20nov&#253;\&#218;radn&#253;%20list_rektorat_SK_arial_BW_s%20i&#269;om%20dph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F034010F25443975863D4833995AC" ma:contentTypeVersion="15" ma:contentTypeDescription="Umožňuje vytvoriť nový dokument." ma:contentTypeScope="" ma:versionID="2b45394a3649d097c9534a304e10a534">
  <xsd:schema xmlns:xsd="http://www.w3.org/2001/XMLSchema" xmlns:xs="http://www.w3.org/2001/XMLSchema" xmlns:p="http://schemas.microsoft.com/office/2006/metadata/properties" xmlns:ns2="f547016c-b868-4c85-9b27-c8fef2bb2b21" xmlns:ns3="9f37d40b-ca24-446e-849a-f7de3755b154" targetNamespace="http://schemas.microsoft.com/office/2006/metadata/properties" ma:root="true" ma:fieldsID="c50a2e97b8b8505d104eb55d6feb8bcd" ns2:_="" ns3:_="">
    <xsd:import namespace="f547016c-b868-4c85-9b27-c8fef2bb2b21"/>
    <xsd:import namespace="9f37d40b-ca24-446e-849a-f7de3755b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7016c-b868-4c85-9b27-c8fef2bb2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7d40b-ca24-446e-849a-f7de3755b1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1b354e1-7e36-4be2-aa9f-e98137c289ee}" ma:internalName="TaxCatchAll" ma:showField="CatchAllData" ma:web="9f37d40b-ca24-446e-849a-f7de3755b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47016c-b868-4c85-9b27-c8fef2bb2b21">
      <Terms xmlns="http://schemas.microsoft.com/office/infopath/2007/PartnerControls"/>
    </lcf76f155ced4ddcb4097134ff3c332f>
    <TaxCatchAll xmlns="9f37d40b-ca24-446e-849a-f7de3755b154" xsi:nil="true"/>
  </documentManagement>
</p:properties>
</file>

<file path=customXml/itemProps1.xml><?xml version="1.0" encoding="utf-8"?>
<ds:datastoreItem xmlns:ds="http://schemas.openxmlformats.org/officeDocument/2006/customXml" ds:itemID="{89413961-12A2-4E3B-A366-01B58A42F5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E7FA18-1FFE-4437-B008-CCB8B57A732E}"/>
</file>

<file path=customXml/itemProps3.xml><?xml version="1.0" encoding="utf-8"?>
<ds:datastoreItem xmlns:ds="http://schemas.openxmlformats.org/officeDocument/2006/customXml" ds:itemID="{A72642D8-E0FF-4C1B-97B5-8691B9F2F989}"/>
</file>

<file path=customXml/itemProps4.xml><?xml version="1.0" encoding="utf-8"?>
<ds:datastoreItem xmlns:ds="http://schemas.openxmlformats.org/officeDocument/2006/customXml" ds:itemID="{98EE8B91-30AE-4A94-94CA-29E09DFAA684}"/>
</file>

<file path=docProps/app.xml><?xml version="1.0" encoding="utf-8"?>
<Properties xmlns="http://schemas.openxmlformats.org/officeDocument/2006/extended-properties" xmlns:vt="http://schemas.openxmlformats.org/officeDocument/2006/docPropsVTypes">
  <Template>Úradný list_rektorat_SK_arial_BW_s ičom dph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2026-01-08T21:27:00Z</dcterms:created>
  <dcterms:modified xsi:type="dcterms:W3CDTF">2026-01-08T21:27:00Z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0x01010032CF034010F25443975863D4833995AC</vt:lpwstr>
  </property>
  <property fmtid="{D5CDD505-2E9C-101B-9397-08002B2CF9AE}" pid="3" name="MediaServiceImageTags">
    <vt:lpwstr/>
  </property>
</Properties>
</file>